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B4E" w:rsidRPr="00DB2046" w:rsidRDefault="00B22B4E" w:rsidP="009F2497">
      <w:pPr>
        <w:pageBreakBefore/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24"/>
          <w:szCs w:val="24"/>
        </w:rPr>
        <w:t xml:space="preserve">Приложение № </w:t>
      </w:r>
      <w:r w:rsidRPr="00DB2046">
        <w:rPr>
          <w:rFonts w:ascii="Times New Roman" w:hAnsi="Times New Roman" w:cs="Times New Roman"/>
          <w:color w:val="auto"/>
          <w:sz w:val="24"/>
          <w:szCs w:val="24"/>
        </w:rPr>
        <w:t xml:space="preserve">1 </w:t>
      </w:r>
    </w:p>
    <w:p w:rsidR="00B22B4E" w:rsidRPr="009F2497" w:rsidRDefault="00B22B4E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к технологической схеме </w:t>
      </w:r>
    </w:p>
    <w:p w:rsidR="00B22B4E" w:rsidRPr="009F2497" w:rsidRDefault="00B22B4E" w:rsidP="009F2497">
      <w:pPr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предоставления муниципальной услуги</w:t>
      </w:r>
    </w:p>
    <w:p w:rsidR="00B22B4E" w:rsidRPr="009F2497" w:rsidRDefault="00B22B4E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>«Утверждение схемы расположения</w:t>
      </w:r>
    </w:p>
    <w:p w:rsidR="00B22B4E" w:rsidRPr="009F2497" w:rsidRDefault="00B22B4E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 земельного участка на кадастровом</w:t>
      </w:r>
    </w:p>
    <w:p w:rsidR="00B22B4E" w:rsidRPr="00DB2046" w:rsidRDefault="00B22B4E" w:rsidP="009F2497">
      <w:pPr>
        <w:widowControl w:val="0"/>
        <w:spacing w:after="0" w:line="240" w:lineRule="auto"/>
        <w:ind w:hanging="4428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9F2497">
        <w:rPr>
          <w:rFonts w:ascii="Times New Roman" w:hAnsi="Times New Roman" w:cs="Times New Roman"/>
          <w:color w:val="auto"/>
          <w:sz w:val="20"/>
          <w:szCs w:val="20"/>
        </w:rPr>
        <w:t xml:space="preserve"> плане территории»</w:t>
      </w:r>
    </w:p>
    <w:p w:rsidR="00B22B4E" w:rsidRPr="00DB2046" w:rsidRDefault="00B22B4E" w:rsidP="009F2497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hAnsi="Times New Roman" w:cs="Times New Roman"/>
          <w:sz w:val="24"/>
          <w:szCs w:val="24"/>
        </w:rPr>
        <w:t>Касторенского</w:t>
      </w:r>
      <w:r w:rsidRPr="00DB2046">
        <w:rPr>
          <w:rFonts w:ascii="Times New Roman" w:hAnsi="Times New Roman" w:cs="Times New Roman"/>
          <w:sz w:val="24"/>
          <w:szCs w:val="24"/>
        </w:rPr>
        <w:t xml:space="preserve"> района Курской области ________________________________________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________________________________________                              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(для  гражданина - фамилия,  имя,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отчество, место  жительства  заявителя,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реквизиты  документа,   удостоверяющего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личность заявителя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для юридического лица - наименование,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место     нахождения   заявителя,  ОГРН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юридического  лица,   идентификационный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номер налогоплательщика (за исключением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случаев,    если   заявителем  является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иностранное юридическое лицо)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  (почтовый    адрес   и  (или)   адрес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электронной      почты   для   связи  с</w:t>
      </w:r>
    </w:p>
    <w:p w:rsidR="00B22B4E" w:rsidRPr="00DB2046" w:rsidRDefault="00B22B4E" w:rsidP="009F249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 xml:space="preserve">                                    заявителем)</w:t>
      </w:r>
    </w:p>
    <w:p w:rsidR="00B22B4E" w:rsidRPr="00DB2046" w:rsidRDefault="00B22B4E" w:rsidP="009F2497">
      <w:pPr>
        <w:spacing w:after="0" w:line="240" w:lineRule="auto"/>
        <w:ind w:hanging="4320"/>
        <w:jc w:val="right"/>
        <w:rPr>
          <w:rFonts w:ascii="Times New Roman" w:hAnsi="Times New Roman" w:cs="Times New Roman"/>
          <w:color w:val="auto"/>
          <w:sz w:val="24"/>
          <w:szCs w:val="24"/>
        </w:rPr>
      </w:pPr>
    </w:p>
    <w:p w:rsidR="00B22B4E" w:rsidRPr="00DB2046" w:rsidRDefault="00B22B4E" w:rsidP="009F2497">
      <w:pPr>
        <w:spacing w:after="0" w:line="240" w:lineRule="auto"/>
        <w:ind w:hanging="4320"/>
        <w:rPr>
          <w:rFonts w:ascii="Times New Roman" w:hAnsi="Times New Roman" w:cs="Times New Roman"/>
          <w:color w:val="auto"/>
          <w:sz w:val="24"/>
          <w:szCs w:val="24"/>
        </w:rPr>
      </w:pP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Заявление</w:t>
      </w: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 Прошу Вас утвердить схему расположения земельного участка или земельных</w:t>
      </w:r>
    </w:p>
    <w:p w:rsidR="00B22B4E" w:rsidRPr="00DB2046" w:rsidRDefault="00B22B4E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участков  на  кадастровом  плане территории ориентировочной площадью ______кв. м,  с  местоположением:  Российская  Федерация,  Курская область, 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Касторенский</w:t>
      </w: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район, _________________________________________________________________________</w:t>
      </w:r>
    </w:p>
    <w:p w:rsidR="00B22B4E" w:rsidRPr="00DB2046" w:rsidRDefault="00B22B4E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B22B4E" w:rsidRPr="00DB2046" w:rsidRDefault="00B22B4E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с разрешенным использованием ______________________________________________</w:t>
      </w:r>
    </w:p>
    <w:p w:rsidR="00B22B4E" w:rsidRPr="00DB2046" w:rsidRDefault="00B22B4E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B22B4E" w:rsidRPr="00DB2046" w:rsidRDefault="00B22B4E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образованного(ых) _________________________________________________________</w:t>
      </w:r>
    </w:p>
    <w:p w:rsidR="00B22B4E" w:rsidRPr="00DB2046" w:rsidRDefault="00B22B4E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B22B4E" w:rsidRPr="00DB2046" w:rsidRDefault="00B22B4E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__________________________________________________________________________,</w:t>
      </w:r>
    </w:p>
    <w:p w:rsidR="00B22B4E" w:rsidRPr="00DB2046" w:rsidRDefault="00B22B4E" w:rsidP="009F249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DB204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также присвоить адрес вышеуказанному земельному участку.</w:t>
      </w: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 мною лица, на   обработку  персональных  данных  (сбор,  систематизацию,   накопление, хранение,     уточнение     (обновление,     изменение),     использование, распространение,   обезличивание,  блокирование,  уничтожение  персональных данных, а также  иных  действий,  необходимых  для  обработки  персональных данных в рамках предоставления комитетом государственных услуг)  и передачу такой   информации  третьим  лицам, в  случаях,  установленных  действующим законодательством, в том числе в автоматизированном режиме.</w:t>
      </w:r>
    </w:p>
    <w:p w:rsidR="00B22B4E" w:rsidRPr="00DB2046" w:rsidRDefault="00B22B4E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  недвижимости,  находящиеся  в собственности иных лиц.</w:t>
      </w: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 момент  подачи  заявления  земельный  участок  и  расположенные  на нем объекты   недвижимости  не  являются   предметом  залога,  в  споре  и  под запрещением (арестом) не состоят.</w:t>
      </w: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Настоящим подтверждаю, что сведения,  указанные в настоящем  заявлении, на дату представления заявления достоверны.</w:t>
      </w: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прошу выдать:</w:t>
      </w:r>
    </w:p>
    <w:p w:rsidR="00B22B4E" w:rsidRPr="00DB2046" w:rsidRDefault="00B22B4E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oundrect id="Скругленный прямоугольник 2" o:spid="_x0000_s1026" style="position:absolute;left:0;text-align:left;margin-left:9.85pt;margin-top:-.25pt;width:24.4pt;height:11.9pt;z-index:251658240;visibility:visible" arcsize="10923f"/>
        </w:pict>
      </w:r>
      <w:r w:rsidRPr="00DB2046">
        <w:rPr>
          <w:rFonts w:ascii="Times New Roman" w:hAnsi="Times New Roman" w:cs="Times New Roman"/>
          <w:sz w:val="24"/>
          <w:szCs w:val="24"/>
        </w:rPr>
        <w:t xml:space="preserve">   лично в ОБУ «МФЦ»</w:t>
      </w:r>
    </w:p>
    <w:p w:rsidR="00B22B4E" w:rsidRPr="00DB2046" w:rsidRDefault="00B22B4E" w:rsidP="009F249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oundrect id="Скругленный прямоугольник 1" o:spid="_x0000_s1027" style="position:absolute;left:0;text-align:left;margin-left:9.85pt;margin-top:-.15pt;width:24.4pt;height:11.9pt;z-index:251659264;visibility:visible" arcsize="10923f"/>
        </w:pict>
      </w:r>
      <w:r w:rsidRPr="00DB2046">
        <w:rPr>
          <w:rFonts w:ascii="Times New Roman" w:hAnsi="Times New Roman" w:cs="Times New Roman"/>
          <w:sz w:val="24"/>
          <w:szCs w:val="24"/>
        </w:rPr>
        <w:t xml:space="preserve">               лично в Администрации </w:t>
      </w:r>
      <w:r>
        <w:rPr>
          <w:rFonts w:ascii="Times New Roman" w:hAnsi="Times New Roman" w:cs="Times New Roman"/>
          <w:sz w:val="24"/>
          <w:szCs w:val="24"/>
        </w:rPr>
        <w:t>Касторенского</w:t>
      </w:r>
      <w:r w:rsidRPr="00DB2046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B2046">
        <w:rPr>
          <w:rFonts w:ascii="Times New Roman" w:hAnsi="Times New Roman" w:cs="Times New Roman"/>
          <w:sz w:val="24"/>
          <w:szCs w:val="24"/>
        </w:rPr>
        <w:t>Дата _______________________         Подпись заявителя ____________________</w:t>
      </w:r>
    </w:p>
    <w:p w:rsidR="00B22B4E" w:rsidRPr="00DB2046" w:rsidRDefault="00B22B4E" w:rsidP="009F24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22B4E" w:rsidRPr="00DB2046" w:rsidRDefault="00B22B4E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B22B4E" w:rsidRPr="00DB2046" w:rsidRDefault="00B22B4E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B22B4E" w:rsidRPr="00DB2046" w:rsidRDefault="00B22B4E" w:rsidP="009F249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</w:p>
    <w:p w:rsidR="00B22B4E" w:rsidRDefault="00B22B4E">
      <w:pPr>
        <w:rPr>
          <w:rFonts w:cs="Times New Roman"/>
        </w:rPr>
      </w:pPr>
    </w:p>
    <w:sectPr w:rsidR="00B22B4E" w:rsidSect="007855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497"/>
    <w:rsid w:val="0020382A"/>
    <w:rsid w:val="002F79F7"/>
    <w:rsid w:val="0034090B"/>
    <w:rsid w:val="003E5C5E"/>
    <w:rsid w:val="00416376"/>
    <w:rsid w:val="00785516"/>
    <w:rsid w:val="009F2497"/>
    <w:rsid w:val="00A41C3C"/>
    <w:rsid w:val="00B22B4E"/>
    <w:rsid w:val="00B45302"/>
    <w:rsid w:val="00D7725F"/>
    <w:rsid w:val="00DB2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49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2497"/>
    <w:pPr>
      <w:widowControl w:val="0"/>
      <w:suppressAutoHyphens/>
      <w:ind w:firstLine="720"/>
    </w:pPr>
    <w:rPr>
      <w:rFonts w:ascii="Arial" w:eastAsia="Times New Roman" w:hAnsi="Arial" w:cs="Arial"/>
      <w:kern w:val="1"/>
      <w:lang w:eastAsia="zh-CN"/>
    </w:rPr>
  </w:style>
  <w:style w:type="paragraph" w:customStyle="1" w:styleId="ConsPlusNonformat">
    <w:name w:val="ConsPlusNonformat"/>
    <w:uiPriority w:val="99"/>
    <w:rsid w:val="009F249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504</Words>
  <Characters>2874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User29</cp:lastModifiedBy>
  <cp:revision>4</cp:revision>
  <dcterms:created xsi:type="dcterms:W3CDTF">2017-07-12T08:22:00Z</dcterms:created>
  <dcterms:modified xsi:type="dcterms:W3CDTF">2017-12-08T12:35:00Z</dcterms:modified>
</cp:coreProperties>
</file>